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05968" w14:textId="77777777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1D42C286" w14:textId="77777777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252D5D0F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5857BBC6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38CB8507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72BB3F2C" w14:textId="77777777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14736ED4" w14:textId="657FE7DB" w:rsidR="00865EA4" w:rsidRDefault="001D56DF" w:rsidP="00202FF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ED787B">
        <w:rPr>
          <w:rFonts w:ascii="Book Antiqua" w:eastAsia="Times New Roman" w:hAnsi="Book Antiqua" w:cs="Arial"/>
          <w:lang w:eastAsia="cs-CZ"/>
        </w:rPr>
        <w:t>„</w:t>
      </w:r>
      <w:r w:rsidR="00030A2F" w:rsidRPr="00030A2F">
        <w:rPr>
          <w:rFonts w:ascii="Book Antiqua" w:hAnsi="Book Antiqua" w:cstheme="minorHAnsi"/>
          <w:b/>
          <w:bCs/>
        </w:rPr>
        <w:t>Most ev. č. 356-001 Radim</w:t>
      </w:r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Pr="00016B0B">
        <w:rPr>
          <w:rFonts w:ascii="Book Antiqua" w:eastAsia="Times New Roman" w:hAnsi="Book Antiqua" w:cs="Arial"/>
          <w:lang w:eastAsia="cs-CZ"/>
        </w:rPr>
        <w:t>je tvořena projektov</w:t>
      </w:r>
      <w:r w:rsidR="0018331A" w:rsidRPr="00016B0B">
        <w:rPr>
          <w:rFonts w:ascii="Book Antiqua" w:eastAsia="Times New Roman" w:hAnsi="Book Antiqua" w:cs="Arial"/>
          <w:lang w:eastAsia="cs-CZ"/>
        </w:rPr>
        <w:t>ou dokumentací</w:t>
      </w:r>
      <w:r w:rsidR="00FB0C02">
        <w:rPr>
          <w:rFonts w:ascii="Book Antiqua" w:eastAsia="Times New Roman" w:hAnsi="Book Antiqua" w:cs="Arial"/>
          <w:lang w:eastAsia="cs-CZ"/>
        </w:rPr>
        <w:t xml:space="preserve"> </w:t>
      </w:r>
      <w:r w:rsidR="00436759" w:rsidRPr="00207103">
        <w:rPr>
          <w:rFonts w:ascii="Book Antiqua" w:eastAsia="Times New Roman" w:hAnsi="Book Antiqua" w:cs="Arial"/>
          <w:lang w:eastAsia="cs-CZ"/>
        </w:rPr>
        <w:t>zpracovanou</w:t>
      </w:r>
      <w:r w:rsidR="00CD6A19" w:rsidRPr="00207103">
        <w:rPr>
          <w:rFonts w:ascii="Book Antiqua" w:eastAsia="Times New Roman" w:hAnsi="Book Antiqua" w:cs="Arial"/>
          <w:lang w:eastAsia="cs-CZ"/>
        </w:rPr>
        <w:t xml:space="preserve"> společností</w:t>
      </w:r>
      <w:r w:rsidR="00671582" w:rsidRPr="006C0F3B">
        <w:rPr>
          <w:rFonts w:ascii="Book Antiqua" w:eastAsia="Times New Roman" w:hAnsi="Book Antiqua" w:cs="Arial"/>
          <w:lang w:eastAsia="cs-CZ"/>
        </w:rPr>
        <w:t xml:space="preserve"> </w:t>
      </w:r>
      <w:r w:rsidR="00030A2F">
        <w:rPr>
          <w:rFonts w:ascii="Book Antiqua" w:hAnsi="Book Antiqua"/>
        </w:rPr>
        <w:t>MDS projekt s.r.o.</w:t>
      </w:r>
      <w:r w:rsidR="00030A2F" w:rsidRPr="0000236B">
        <w:rPr>
          <w:rFonts w:ascii="Book Antiqua" w:hAnsi="Book Antiqua"/>
        </w:rPr>
        <w:t xml:space="preserve">, sídlem </w:t>
      </w:r>
      <w:r w:rsidR="00030A2F" w:rsidRPr="00CD280E">
        <w:rPr>
          <w:rFonts w:ascii="Book Antiqua" w:hAnsi="Book Antiqua"/>
        </w:rPr>
        <w:t>Försterova</w:t>
      </w:r>
      <w:r w:rsidR="00030A2F">
        <w:rPr>
          <w:rFonts w:ascii="Book Antiqua" w:hAnsi="Book Antiqua"/>
        </w:rPr>
        <w:t xml:space="preserve"> 175, 566 01 Vysoké Mýto</w:t>
      </w:r>
      <w:r w:rsidR="00030A2F" w:rsidRPr="0000236B">
        <w:rPr>
          <w:rFonts w:ascii="Book Antiqua" w:hAnsi="Book Antiqua"/>
        </w:rPr>
        <w:t xml:space="preserve">, IČO: </w:t>
      </w:r>
      <w:r w:rsidR="00030A2F" w:rsidRPr="00CD280E">
        <w:rPr>
          <w:rFonts w:ascii="Book Antiqua" w:hAnsi="Book Antiqua"/>
        </w:rPr>
        <w:t>274 87 938</w:t>
      </w:r>
      <w:r w:rsidR="00207103" w:rsidRPr="006C0F3B">
        <w:rPr>
          <w:rFonts w:ascii="Book Antiqua" w:eastAsia="Times New Roman" w:hAnsi="Book Antiqua" w:cs="Arial"/>
          <w:lang w:eastAsia="cs-CZ"/>
        </w:rPr>
        <w:t>,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 </w:t>
      </w:r>
      <w:r w:rsidR="00CD6A19" w:rsidRPr="004567DB">
        <w:rPr>
          <w:rFonts w:ascii="Book Antiqua" w:eastAsia="Times New Roman" w:hAnsi="Book Antiqua" w:cs="Arial"/>
          <w:lang w:eastAsia="cs-CZ"/>
        </w:rPr>
        <w:t xml:space="preserve">se zodpovědným projektantem </w:t>
      </w:r>
      <w:r w:rsidR="00030A2F">
        <w:rPr>
          <w:rFonts w:ascii="Book Antiqua" w:hAnsi="Book Antiqua" w:cstheme="minorHAnsi"/>
        </w:rPr>
        <w:t>Ing. Janem Bursou</w:t>
      </w:r>
      <w:r w:rsidR="00567B05">
        <w:rPr>
          <w:rFonts w:ascii="Book Antiqua" w:eastAsia="Times New Roman" w:hAnsi="Book Antiqua" w:cs="Arial"/>
          <w:lang w:eastAsia="cs-CZ"/>
        </w:rPr>
        <w:t xml:space="preserve">, 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datum: </w:t>
      </w:r>
      <w:r w:rsidR="00030A2F">
        <w:rPr>
          <w:rFonts w:ascii="Book Antiqua" w:hAnsi="Book Antiqua" w:cstheme="minorHAnsi"/>
        </w:rPr>
        <w:t>02/2025</w:t>
      </w:r>
      <w:r w:rsidR="00DE0758" w:rsidRPr="004567DB">
        <w:rPr>
          <w:rFonts w:ascii="Book Antiqua" w:eastAsia="Times New Roman" w:hAnsi="Book Antiqua" w:cs="Arial"/>
          <w:lang w:eastAsia="cs-CZ"/>
        </w:rPr>
        <w:t>.</w:t>
      </w:r>
    </w:p>
    <w:p w14:paraId="2B6F6799" w14:textId="77777777" w:rsidR="00337A99" w:rsidRDefault="00337A99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6BE63557" w14:textId="77777777" w:rsidR="00464A45" w:rsidRDefault="001D56DF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>Projektov</w:t>
      </w:r>
      <w:r w:rsidR="008F44DF" w:rsidRPr="00951417">
        <w:rPr>
          <w:rFonts w:ascii="Book Antiqua" w:eastAsia="Times New Roman" w:hAnsi="Book Antiqua" w:cs="Arial"/>
          <w:lang w:eastAsia="cs-CZ"/>
        </w:rPr>
        <w:t>á</w:t>
      </w:r>
      <w:r w:rsidRPr="00951417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pro </w:t>
      </w:r>
      <w:r w:rsidR="008E64BD">
        <w:rPr>
          <w:rFonts w:ascii="Book Antiqua" w:eastAsia="Times New Roman" w:hAnsi="Book Antiqua" w:cs="Arial"/>
          <w:lang w:eastAsia="cs-CZ"/>
        </w:rPr>
        <w:t>Veřejnou zakázku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 je</w:t>
      </w:r>
      <w:r w:rsidRPr="00951417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951417">
        <w:rPr>
          <w:rFonts w:ascii="Book Antiqua" w:eastAsia="Times New Roman" w:hAnsi="Book Antiqua" w:cs="Arial"/>
          <w:lang w:eastAsia="cs-CZ"/>
        </w:rPr>
        <w:t xml:space="preserve"> následující</w:t>
      </w:r>
      <w:r w:rsidRPr="00951417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951417">
        <w:rPr>
          <w:rFonts w:ascii="Book Antiqua" w:eastAsia="Times New Roman" w:hAnsi="Book Antiqua" w:cs="Arial"/>
          <w:lang w:eastAsia="cs-CZ"/>
        </w:rPr>
        <w:t>ý</w:t>
      </w:r>
      <w:r w:rsidRPr="00951417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951417">
        <w:rPr>
          <w:rFonts w:ascii="Book Antiqua" w:eastAsia="Times New Roman" w:hAnsi="Book Antiqua" w:cs="Arial"/>
          <w:lang w:eastAsia="cs-CZ"/>
        </w:rPr>
        <w:t>oubor</w:t>
      </w:r>
      <w:r w:rsidR="00517A0C" w:rsidRPr="00951417">
        <w:rPr>
          <w:rFonts w:ascii="Book Antiqua" w:eastAsia="Times New Roman" w:hAnsi="Book Antiqua" w:cs="Arial"/>
          <w:lang w:eastAsia="cs-CZ"/>
        </w:rPr>
        <w:t>:</w:t>
      </w:r>
      <w:r w:rsidR="008E64BD">
        <w:rPr>
          <w:rFonts w:ascii="Book Antiqua" w:eastAsia="Times New Roman" w:hAnsi="Book Antiqua" w:cs="Arial"/>
          <w:lang w:eastAsia="cs-CZ"/>
        </w:rPr>
        <w:t xml:space="preserve"> </w:t>
      </w: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 xml:space="preserve">.b) </w:t>
      </w:r>
      <w:r w:rsidR="00517A0C" w:rsidRPr="00B13D65">
        <w:rPr>
          <w:rFonts w:ascii="Book Antiqua" w:eastAsia="Times New Roman" w:hAnsi="Book Antiqua" w:cs="Arial"/>
          <w:lang w:eastAsia="cs-CZ"/>
        </w:rPr>
        <w:t xml:space="preserve">– </w:t>
      </w:r>
      <w:r w:rsidR="008E64BD">
        <w:rPr>
          <w:rFonts w:ascii="Book Antiqua" w:eastAsia="Times New Roman" w:hAnsi="Book Antiqua" w:cs="Arial"/>
          <w:lang w:eastAsia="cs-CZ"/>
        </w:rPr>
        <w:t>Projektová dokumentace</w:t>
      </w:r>
      <w:r w:rsidR="00016B0B">
        <w:rPr>
          <w:rFonts w:ascii="Book Antiqua" w:eastAsia="Times New Roman" w:hAnsi="Book Antiqua" w:cs="Arial"/>
          <w:lang w:eastAsia="cs-CZ"/>
        </w:rPr>
        <w:t>.</w:t>
      </w:r>
      <w:r w:rsidR="001C2FF4" w:rsidRPr="00B13D65">
        <w:rPr>
          <w:rFonts w:ascii="Book Antiqua" w:eastAsia="Times New Roman" w:hAnsi="Book Antiqua" w:cs="Arial"/>
          <w:lang w:eastAsia="cs-CZ"/>
        </w:rPr>
        <w:t>zip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</w:p>
    <w:p w14:paraId="799945DC" w14:textId="77777777" w:rsidR="00517A0C" w:rsidRPr="001D56DF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b/>
          <w:bCs/>
          <w:sz w:val="24"/>
          <w:szCs w:val="24"/>
        </w:rPr>
      </w:pPr>
    </w:p>
    <w:sectPr w:rsidR="00517A0C" w:rsidRPr="001D56D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67AF6" w14:textId="77777777" w:rsidR="00030A2F" w:rsidRDefault="00030A2F" w:rsidP="001D56DF">
      <w:pPr>
        <w:spacing w:after="0" w:line="240" w:lineRule="auto"/>
      </w:pPr>
      <w:r>
        <w:separator/>
      </w:r>
    </w:p>
  </w:endnote>
  <w:endnote w:type="continuationSeparator" w:id="0">
    <w:p w14:paraId="2D37B921" w14:textId="77777777" w:rsidR="00030A2F" w:rsidRDefault="00030A2F" w:rsidP="001D56DF">
      <w:pPr>
        <w:spacing w:after="0" w:line="240" w:lineRule="auto"/>
      </w:pPr>
      <w:r>
        <w:continuationSeparator/>
      </w:r>
    </w:p>
  </w:endnote>
  <w:endnote w:type="continuationNotice" w:id="1">
    <w:p w14:paraId="3BF026AB" w14:textId="77777777" w:rsidR="00030A2F" w:rsidRDefault="00030A2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1CDD47D1" w14:textId="77777777" w:rsidTr="2B15D077">
      <w:tc>
        <w:tcPr>
          <w:tcW w:w="3020" w:type="dxa"/>
        </w:tcPr>
        <w:p w14:paraId="23E6E3A6" w14:textId="77777777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6BB81053" w14:textId="77777777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0F5722C3" w14:textId="77777777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7018E082" w14:textId="77777777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7AF90" w14:textId="77777777" w:rsidR="00030A2F" w:rsidRDefault="00030A2F" w:rsidP="001D56DF">
      <w:pPr>
        <w:spacing w:after="0" w:line="240" w:lineRule="auto"/>
      </w:pPr>
      <w:r>
        <w:separator/>
      </w:r>
    </w:p>
  </w:footnote>
  <w:footnote w:type="continuationSeparator" w:id="0">
    <w:p w14:paraId="790EDE6E" w14:textId="77777777" w:rsidR="00030A2F" w:rsidRDefault="00030A2F" w:rsidP="001D56DF">
      <w:pPr>
        <w:spacing w:after="0" w:line="240" w:lineRule="auto"/>
      </w:pPr>
      <w:r>
        <w:continuationSeparator/>
      </w:r>
    </w:p>
  </w:footnote>
  <w:footnote w:type="continuationNotice" w:id="1">
    <w:p w14:paraId="7DCC16B0" w14:textId="77777777" w:rsidR="00030A2F" w:rsidRDefault="00030A2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4A483" w14:textId="77777777" w:rsidR="00974491" w:rsidRDefault="00515BE8" w:rsidP="00515BE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47790114" wp14:editId="082B2E04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74491">
      <w:tab/>
    </w:r>
    <w:r w:rsidR="00974491">
      <w:rPr>
        <w:noProof/>
        <w:lang w:eastAsia="cs-CZ"/>
      </w:rPr>
      <w:t xml:space="preserve">                                           </w:t>
    </w:r>
    <w:r>
      <w:rPr>
        <w:noProof/>
        <w:lang w:eastAsia="cs-CZ"/>
      </w:rPr>
      <w:t xml:space="preserve">           </w:t>
    </w:r>
    <w:r w:rsidR="00974491">
      <w:rPr>
        <w:noProof/>
        <w:lang w:eastAsia="cs-CZ"/>
      </w:rPr>
      <w:t xml:space="preserve">         </w:t>
    </w:r>
    <w:r w:rsidR="00974491">
      <w:rPr>
        <w:noProof/>
        <w:lang w:eastAsia="cs-CZ"/>
      </w:rPr>
      <w:drawing>
        <wp:inline distT="0" distB="0" distL="0" distR="0" wp14:anchorId="7B910972" wp14:editId="06244AE3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B829E2" w14:textId="77777777" w:rsidR="001D56DF" w:rsidRDefault="001D56DF" w:rsidP="001D56DF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A2F"/>
    <w:rsid w:val="00006543"/>
    <w:rsid w:val="00016B0B"/>
    <w:rsid w:val="00023FE8"/>
    <w:rsid w:val="00030A2F"/>
    <w:rsid w:val="00043456"/>
    <w:rsid w:val="00047DF8"/>
    <w:rsid w:val="000604CC"/>
    <w:rsid w:val="00062447"/>
    <w:rsid w:val="0009533E"/>
    <w:rsid w:val="000C0DCE"/>
    <w:rsid w:val="000C4DB6"/>
    <w:rsid w:val="000F4974"/>
    <w:rsid w:val="000F55FC"/>
    <w:rsid w:val="00105ED1"/>
    <w:rsid w:val="001117BE"/>
    <w:rsid w:val="00111CFB"/>
    <w:rsid w:val="00120E3F"/>
    <w:rsid w:val="00122DA8"/>
    <w:rsid w:val="00123C71"/>
    <w:rsid w:val="001255FD"/>
    <w:rsid w:val="00164F28"/>
    <w:rsid w:val="001743F4"/>
    <w:rsid w:val="0018331A"/>
    <w:rsid w:val="001927ED"/>
    <w:rsid w:val="001C2FF4"/>
    <w:rsid w:val="001C4FB9"/>
    <w:rsid w:val="001C5270"/>
    <w:rsid w:val="001D1A86"/>
    <w:rsid w:val="001D3795"/>
    <w:rsid w:val="001D56DF"/>
    <w:rsid w:val="001D6C42"/>
    <w:rsid w:val="001E4F16"/>
    <w:rsid w:val="001F28A5"/>
    <w:rsid w:val="001F543E"/>
    <w:rsid w:val="00202FF6"/>
    <w:rsid w:val="00207103"/>
    <w:rsid w:val="00213225"/>
    <w:rsid w:val="0022554E"/>
    <w:rsid w:val="0028049B"/>
    <w:rsid w:val="00281FF9"/>
    <w:rsid w:val="00292F7E"/>
    <w:rsid w:val="00295E66"/>
    <w:rsid w:val="002B5CCE"/>
    <w:rsid w:val="002C61F8"/>
    <w:rsid w:val="002C7AAE"/>
    <w:rsid w:val="002F4E8E"/>
    <w:rsid w:val="002F659D"/>
    <w:rsid w:val="0030696C"/>
    <w:rsid w:val="003076AB"/>
    <w:rsid w:val="003144D1"/>
    <w:rsid w:val="00327185"/>
    <w:rsid w:val="003337D5"/>
    <w:rsid w:val="0033594E"/>
    <w:rsid w:val="00337A99"/>
    <w:rsid w:val="00337E5C"/>
    <w:rsid w:val="00343A46"/>
    <w:rsid w:val="00352365"/>
    <w:rsid w:val="003759C1"/>
    <w:rsid w:val="00383D6E"/>
    <w:rsid w:val="00392A13"/>
    <w:rsid w:val="003A2690"/>
    <w:rsid w:val="003C2AE4"/>
    <w:rsid w:val="003C5E20"/>
    <w:rsid w:val="003D4CF3"/>
    <w:rsid w:val="00402FF8"/>
    <w:rsid w:val="00415D9C"/>
    <w:rsid w:val="004221EA"/>
    <w:rsid w:val="00431308"/>
    <w:rsid w:val="0043292C"/>
    <w:rsid w:val="00434845"/>
    <w:rsid w:val="00436759"/>
    <w:rsid w:val="00446191"/>
    <w:rsid w:val="00446BFF"/>
    <w:rsid w:val="0045675D"/>
    <w:rsid w:val="004567DB"/>
    <w:rsid w:val="00460327"/>
    <w:rsid w:val="00464A45"/>
    <w:rsid w:val="00491D2D"/>
    <w:rsid w:val="00492601"/>
    <w:rsid w:val="00494BC7"/>
    <w:rsid w:val="004A1142"/>
    <w:rsid w:val="004A41AE"/>
    <w:rsid w:val="004F26ED"/>
    <w:rsid w:val="005014AD"/>
    <w:rsid w:val="00514256"/>
    <w:rsid w:val="0051489D"/>
    <w:rsid w:val="00515BE8"/>
    <w:rsid w:val="00517A0C"/>
    <w:rsid w:val="00530B66"/>
    <w:rsid w:val="00531BA2"/>
    <w:rsid w:val="005332DC"/>
    <w:rsid w:val="005338B3"/>
    <w:rsid w:val="00535AF9"/>
    <w:rsid w:val="00540C2B"/>
    <w:rsid w:val="00540E7A"/>
    <w:rsid w:val="00555EBE"/>
    <w:rsid w:val="00557A5F"/>
    <w:rsid w:val="00560477"/>
    <w:rsid w:val="00564DD5"/>
    <w:rsid w:val="00567B05"/>
    <w:rsid w:val="005707F2"/>
    <w:rsid w:val="00574C9B"/>
    <w:rsid w:val="00577FB8"/>
    <w:rsid w:val="00582A87"/>
    <w:rsid w:val="00586D95"/>
    <w:rsid w:val="005A0DB1"/>
    <w:rsid w:val="005C1ECE"/>
    <w:rsid w:val="005E2F03"/>
    <w:rsid w:val="005F4802"/>
    <w:rsid w:val="006025BC"/>
    <w:rsid w:val="0060323A"/>
    <w:rsid w:val="0061268D"/>
    <w:rsid w:val="00617D9D"/>
    <w:rsid w:val="0062503B"/>
    <w:rsid w:val="006525F8"/>
    <w:rsid w:val="00656CAF"/>
    <w:rsid w:val="0066314E"/>
    <w:rsid w:val="00671582"/>
    <w:rsid w:val="00681D1F"/>
    <w:rsid w:val="00686283"/>
    <w:rsid w:val="0068752B"/>
    <w:rsid w:val="006A1DB4"/>
    <w:rsid w:val="006A503C"/>
    <w:rsid w:val="006A548F"/>
    <w:rsid w:val="006C0F3B"/>
    <w:rsid w:val="006C2D09"/>
    <w:rsid w:val="006D3D5E"/>
    <w:rsid w:val="006D67F8"/>
    <w:rsid w:val="006F5094"/>
    <w:rsid w:val="006F74E0"/>
    <w:rsid w:val="0071100A"/>
    <w:rsid w:val="00741EEF"/>
    <w:rsid w:val="00742AC4"/>
    <w:rsid w:val="007B1D15"/>
    <w:rsid w:val="007B4BF7"/>
    <w:rsid w:val="007E6A83"/>
    <w:rsid w:val="007F5EB6"/>
    <w:rsid w:val="007F66E8"/>
    <w:rsid w:val="00802529"/>
    <w:rsid w:val="00802D7B"/>
    <w:rsid w:val="0080387E"/>
    <w:rsid w:val="00827C15"/>
    <w:rsid w:val="00831999"/>
    <w:rsid w:val="00846107"/>
    <w:rsid w:val="00854CCF"/>
    <w:rsid w:val="00865EA4"/>
    <w:rsid w:val="00877899"/>
    <w:rsid w:val="008D39CE"/>
    <w:rsid w:val="008D4B3E"/>
    <w:rsid w:val="008E64BD"/>
    <w:rsid w:val="008F44DF"/>
    <w:rsid w:val="008F7DC6"/>
    <w:rsid w:val="00900079"/>
    <w:rsid w:val="00902D0B"/>
    <w:rsid w:val="00905AAB"/>
    <w:rsid w:val="00910632"/>
    <w:rsid w:val="00911CC4"/>
    <w:rsid w:val="00911D45"/>
    <w:rsid w:val="00914E0F"/>
    <w:rsid w:val="0094083C"/>
    <w:rsid w:val="00950364"/>
    <w:rsid w:val="00951417"/>
    <w:rsid w:val="0096550B"/>
    <w:rsid w:val="00966CB0"/>
    <w:rsid w:val="00974491"/>
    <w:rsid w:val="009B26A5"/>
    <w:rsid w:val="009B580B"/>
    <w:rsid w:val="009C182F"/>
    <w:rsid w:val="009C2176"/>
    <w:rsid w:val="009C3A2F"/>
    <w:rsid w:val="009D34EB"/>
    <w:rsid w:val="009D53F8"/>
    <w:rsid w:val="00A12768"/>
    <w:rsid w:val="00A22667"/>
    <w:rsid w:val="00A31359"/>
    <w:rsid w:val="00A43630"/>
    <w:rsid w:val="00A62C4D"/>
    <w:rsid w:val="00A70026"/>
    <w:rsid w:val="00A81173"/>
    <w:rsid w:val="00AA07B2"/>
    <w:rsid w:val="00AB144D"/>
    <w:rsid w:val="00AC4CE4"/>
    <w:rsid w:val="00AE16AF"/>
    <w:rsid w:val="00AF2D72"/>
    <w:rsid w:val="00B00DC5"/>
    <w:rsid w:val="00B11DEC"/>
    <w:rsid w:val="00B13D65"/>
    <w:rsid w:val="00B2415D"/>
    <w:rsid w:val="00B25A8A"/>
    <w:rsid w:val="00B313AD"/>
    <w:rsid w:val="00B378C5"/>
    <w:rsid w:val="00B453FB"/>
    <w:rsid w:val="00B534E7"/>
    <w:rsid w:val="00B562FA"/>
    <w:rsid w:val="00B66ACC"/>
    <w:rsid w:val="00B70832"/>
    <w:rsid w:val="00B94F21"/>
    <w:rsid w:val="00B96475"/>
    <w:rsid w:val="00BC723E"/>
    <w:rsid w:val="00BD1555"/>
    <w:rsid w:val="00BE03FF"/>
    <w:rsid w:val="00C059D6"/>
    <w:rsid w:val="00C156EB"/>
    <w:rsid w:val="00C16DA8"/>
    <w:rsid w:val="00C237CA"/>
    <w:rsid w:val="00C23E36"/>
    <w:rsid w:val="00C27B17"/>
    <w:rsid w:val="00C35B2C"/>
    <w:rsid w:val="00C414E9"/>
    <w:rsid w:val="00C42503"/>
    <w:rsid w:val="00C4750B"/>
    <w:rsid w:val="00C56890"/>
    <w:rsid w:val="00C65C8B"/>
    <w:rsid w:val="00C662BF"/>
    <w:rsid w:val="00C729CE"/>
    <w:rsid w:val="00C85AAB"/>
    <w:rsid w:val="00C924B5"/>
    <w:rsid w:val="00C97034"/>
    <w:rsid w:val="00CA4173"/>
    <w:rsid w:val="00CA4E44"/>
    <w:rsid w:val="00CB1B83"/>
    <w:rsid w:val="00CB46D2"/>
    <w:rsid w:val="00CB73D6"/>
    <w:rsid w:val="00CB747D"/>
    <w:rsid w:val="00CC2B93"/>
    <w:rsid w:val="00CC5023"/>
    <w:rsid w:val="00CD6A19"/>
    <w:rsid w:val="00CE3DCC"/>
    <w:rsid w:val="00CE57C6"/>
    <w:rsid w:val="00CF3768"/>
    <w:rsid w:val="00D216EE"/>
    <w:rsid w:val="00D25D56"/>
    <w:rsid w:val="00D35D28"/>
    <w:rsid w:val="00D372F3"/>
    <w:rsid w:val="00D416DD"/>
    <w:rsid w:val="00D5049B"/>
    <w:rsid w:val="00D54653"/>
    <w:rsid w:val="00D76EB8"/>
    <w:rsid w:val="00D81B2C"/>
    <w:rsid w:val="00D95A9A"/>
    <w:rsid w:val="00DC438C"/>
    <w:rsid w:val="00DC636C"/>
    <w:rsid w:val="00DE0758"/>
    <w:rsid w:val="00DE317B"/>
    <w:rsid w:val="00DE48EA"/>
    <w:rsid w:val="00DE6EB1"/>
    <w:rsid w:val="00E04FA1"/>
    <w:rsid w:val="00E424F5"/>
    <w:rsid w:val="00E434DE"/>
    <w:rsid w:val="00E53FD8"/>
    <w:rsid w:val="00E546C1"/>
    <w:rsid w:val="00E61E3E"/>
    <w:rsid w:val="00E6323D"/>
    <w:rsid w:val="00E636FC"/>
    <w:rsid w:val="00E92BEB"/>
    <w:rsid w:val="00E94816"/>
    <w:rsid w:val="00EA0A99"/>
    <w:rsid w:val="00EA2B25"/>
    <w:rsid w:val="00EA5678"/>
    <w:rsid w:val="00EC6684"/>
    <w:rsid w:val="00ED787B"/>
    <w:rsid w:val="00EE51F7"/>
    <w:rsid w:val="00EE61AF"/>
    <w:rsid w:val="00EE694C"/>
    <w:rsid w:val="00EF292C"/>
    <w:rsid w:val="00EF4F00"/>
    <w:rsid w:val="00F03067"/>
    <w:rsid w:val="00F11949"/>
    <w:rsid w:val="00F15030"/>
    <w:rsid w:val="00F26595"/>
    <w:rsid w:val="00F32423"/>
    <w:rsid w:val="00F3655F"/>
    <w:rsid w:val="00F37DB1"/>
    <w:rsid w:val="00F51569"/>
    <w:rsid w:val="00F555BA"/>
    <w:rsid w:val="00F646BA"/>
    <w:rsid w:val="00F7237F"/>
    <w:rsid w:val="00F943A3"/>
    <w:rsid w:val="00F971F9"/>
    <w:rsid w:val="00FA1C43"/>
    <w:rsid w:val="00FA58AE"/>
    <w:rsid w:val="00FA66B2"/>
    <w:rsid w:val="00FA7034"/>
    <w:rsid w:val="00FB0C02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85BC3"/>
  <w15:chartTrackingRefBased/>
  <w15:docId w15:val="{B1E6F364-136A-4869-A12B-8921823E3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cmanage.sharepoint.com/DMS/Kontrakt/ZAK_2025_250/Projekt/ZAK_2025_250_011%20-%20Most%20ev.%C4%8D.356-001%20Radim/Realizace/ZD/P%C5%99%C3%ADloha%20f)%20V%C3%BDkresy.dotx?OR=81dd2b71-fb82-4b33-ac71-fed46bf0f87a&amp;CID=5719dda1-5018-e000-af85-c948498594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1" ma:contentTypeDescription="Vytvoří nový dokument" ma:contentTypeScope="" ma:versionID="cbeaa71c683a3eea06cc39fd60db81b1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55d3517b75a320f199b3ca9704732c91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  <xsd:element ref="ns3:P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  <xsd:element name="PM" ma:index="41" nillable="true" ma:displayName="PM" ma:format="Dropdown" ma:list="UserInfo" ma:SharePointGroup="0" ma:internalName="PM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  <PM xmlns="1b0a2e31-377b-4a4f-8b74-191dd8e2e1a2">
      <UserInfo>
        <DisplayName/>
        <AccountId xsi:nil="true"/>
        <AccountType/>
      </UserInfo>
    </PM>
  </documentManagement>
</p:properties>
</file>

<file path=customXml/itemProps1.xml><?xml version="1.0" encoding="utf-8"?>
<ds:datastoreItem xmlns:ds="http://schemas.openxmlformats.org/officeDocument/2006/customXml" ds:itemID="{6077CF71-B249-4F88-9491-D285A7F988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B87501-7718-4FF0-BA19-D39EED1823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P%C5%99%C3%ADloha%20f)%20V%C3%BDkresy.dotx?OR=81dd2b71-fb82-4b33-ac71-fed46bf0f87a&amp;CID=5719dda1-5018-e000-af85-c948498594</Template>
  <TotalTime>1</TotalTime>
  <Pages>1</Pages>
  <Words>60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Zach</dc:creator>
  <cp:keywords/>
  <dc:description/>
  <cp:lastModifiedBy>Lukáš Zach</cp:lastModifiedBy>
  <cp:revision>1</cp:revision>
  <dcterms:created xsi:type="dcterms:W3CDTF">2025-11-26T09:23:00Z</dcterms:created>
  <dcterms:modified xsi:type="dcterms:W3CDTF">2025-11-26T09:25:00Z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